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Oviphone B2315L LoRaWAN Device Protocal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欧孚通信B</w:t>
      </w:r>
      <w:r>
        <w:rPr>
          <w:rFonts w:hint="eastAsia" w:ascii="微软雅黑" w:hAnsi="微软雅黑"/>
          <w:b/>
          <w:sz w:val="36"/>
          <w:szCs w:val="36"/>
        </w:rPr>
        <w:t>2315L LoRaWAN设备协议</w:t>
      </w:r>
    </w:p>
    <w:p>
      <w:pPr>
        <w:spacing w:before="120" w:after="12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(V1.1) 2022-03-04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</w:p>
    <w:p>
      <w:pPr>
        <w:pStyle w:val="19"/>
        <w:tabs>
          <w:tab w:val="left" w:pos="42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fldChar w:fldCharType="begin"/>
      </w:r>
      <w:r>
        <w:instrText xml:space="preserve"> HYPERLINK \l "_Toc97302092" </w:instrText>
      </w:r>
      <w:r>
        <w:fldChar w:fldCharType="separate"/>
      </w:r>
      <w:r>
        <w:rPr>
          <w:rStyle w:val="33"/>
          <w:rFonts w:ascii="微软雅黑" w:hAnsi="微软雅黑"/>
        </w:rPr>
        <w:t>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报文标示符</w:t>
      </w:r>
      <w:r>
        <w:rPr>
          <w:rStyle w:val="33"/>
          <w:rFonts w:ascii="微软雅黑" w:hAnsi="微软雅黑"/>
        </w:rPr>
        <w:t>(Message ID)</w:t>
      </w:r>
      <w:r>
        <w:tab/>
      </w:r>
      <w:r>
        <w:fldChar w:fldCharType="begin"/>
      </w:r>
      <w:r>
        <w:instrText xml:space="preserve"> PAGEREF _Toc97302092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left" w:pos="42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"_Toc97302093" </w:instrText>
      </w:r>
      <w:r>
        <w:fldChar w:fldCharType="separate"/>
      </w:r>
      <w:r>
        <w:rPr>
          <w:rStyle w:val="33"/>
          <w:rFonts w:ascii="微软雅黑" w:hAnsi="微软雅黑"/>
        </w:rPr>
        <w:t>II.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上行报文</w:t>
      </w:r>
      <w:r>
        <w:rPr>
          <w:rStyle w:val="33"/>
          <w:rFonts w:ascii="微软雅黑" w:hAnsi="微软雅黑"/>
        </w:rPr>
        <w:t>(Upload Messages: Device send data to Server)</w:t>
      </w:r>
      <w:r>
        <w:tab/>
      </w:r>
      <w:r>
        <w:fldChar w:fldCharType="begin"/>
      </w:r>
      <w:r>
        <w:instrText xml:space="preserve"> PAGEREF _Toc97302093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"_Toc97302094"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2.1 </w:t>
      </w:r>
      <w:r>
        <w:rPr>
          <w:rStyle w:val="33"/>
          <w:rFonts w:hint="eastAsia" w:ascii="微软雅黑" w:hAnsi="微软雅黑"/>
        </w:rPr>
        <w:t>固件版本号</w:t>
      </w:r>
      <w:r>
        <w:rPr>
          <w:rStyle w:val="33"/>
          <w:rFonts w:ascii="微软雅黑" w:hAnsi="微软雅黑"/>
        </w:rPr>
        <w:t>(Device Firmware Version Upload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>(0xBB)</w:t>
      </w:r>
      <w:r>
        <w:tab/>
      </w:r>
      <w:r>
        <w:fldChar w:fldCharType="begin"/>
      </w:r>
      <w:r>
        <w:instrText xml:space="preserve"> PAGEREF _Toc97302094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"_Toc97302095" </w:instrText>
      </w:r>
      <w:r>
        <w:fldChar w:fldCharType="separate"/>
      </w:r>
      <w:r>
        <w:rPr>
          <w:rStyle w:val="33"/>
          <w:rFonts w:ascii="微软雅黑" w:hAnsi="微软雅黑"/>
        </w:rPr>
        <w:t>2.2</w:t>
      </w:r>
      <w:r>
        <w:rPr>
          <w:rStyle w:val="33"/>
          <w:rFonts w:hint="eastAsia" w:ascii="微软雅黑" w:hAnsi="微软雅黑"/>
        </w:rPr>
        <w:t>电量</w:t>
      </w:r>
      <w:r>
        <w:rPr>
          <w:rStyle w:val="33"/>
          <w:rFonts w:ascii="微软雅黑" w:hAnsi="微软雅黑"/>
        </w:rPr>
        <w:t>,</w:t>
      </w:r>
      <w:r>
        <w:rPr>
          <w:rStyle w:val="33"/>
          <w:rFonts w:hint="eastAsia" w:ascii="微软雅黑" w:hAnsi="微软雅黑"/>
        </w:rPr>
        <w:t>计步和信号强度上传</w:t>
      </w:r>
      <w:r>
        <w:rPr>
          <w:rStyle w:val="33"/>
          <w:rFonts w:ascii="微软雅黑" w:hAnsi="微软雅黑"/>
        </w:rPr>
        <w:t xml:space="preserve"> (Battery Power, Predometer, Signal Level Upload) (0xF6)</w:t>
      </w:r>
      <w:r>
        <w:tab/>
      </w:r>
      <w:r>
        <w:fldChar w:fldCharType="begin"/>
      </w:r>
      <w:r>
        <w:instrText xml:space="preserve"> PAGEREF _Toc97302095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"_Toc97302096" </w:instrText>
      </w:r>
      <w:r>
        <w:fldChar w:fldCharType="separate"/>
      </w:r>
      <w:r>
        <w:rPr>
          <w:rStyle w:val="33"/>
          <w:rFonts w:ascii="微软雅黑" w:hAnsi="微软雅黑"/>
        </w:rPr>
        <w:t>2.3 GPS/</w:t>
      </w:r>
      <w:r>
        <w:rPr>
          <w:rStyle w:val="33"/>
          <w:rFonts w:hint="eastAsia" w:ascii="微软雅黑" w:hAnsi="微软雅黑"/>
        </w:rPr>
        <w:t>北斗位置上传</w:t>
      </w:r>
      <w:r>
        <w:rPr>
          <w:rStyle w:val="33"/>
          <w:rFonts w:ascii="微软雅黑" w:hAnsi="微软雅黑"/>
        </w:rPr>
        <w:t>(GPS/Glonass Location upload) (0x03)</w:t>
      </w:r>
      <w:r>
        <w:tab/>
      </w:r>
      <w:r>
        <w:fldChar w:fldCharType="begin"/>
      </w:r>
      <w:r>
        <w:instrText xml:space="preserve"> PAGEREF _Toc97302096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"_Toc97302097"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2.4 </w:t>
      </w:r>
      <w:r>
        <w:rPr>
          <w:rStyle w:val="33"/>
          <w:rFonts w:hint="eastAsia" w:ascii="微软雅黑" w:hAnsi="微软雅黑"/>
        </w:rPr>
        <w:t>心率血压上传</w:t>
      </w:r>
      <w:r>
        <w:rPr>
          <w:rStyle w:val="33"/>
          <w:rFonts w:ascii="微软雅黑" w:hAnsi="微软雅黑"/>
        </w:rPr>
        <w:t>(Heart rate, Blood Pressure)(0xC2)</w:t>
      </w:r>
      <w:r>
        <w:tab/>
      </w:r>
      <w:r>
        <w:fldChar w:fldCharType="begin"/>
      </w:r>
      <w:r>
        <w:instrText xml:space="preserve"> PAGEREF _Toc97302097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"_Toc97302098" </w:instrText>
      </w:r>
      <w:r>
        <w:fldChar w:fldCharType="separate"/>
      </w:r>
      <w:r>
        <w:rPr>
          <w:rStyle w:val="33"/>
          <w:rFonts w:ascii="微软雅黑" w:hAnsi="微软雅黑"/>
        </w:rPr>
        <w:t>2.5</w:t>
      </w:r>
      <w:r>
        <w:rPr>
          <w:rStyle w:val="33"/>
          <w:rFonts w:hint="eastAsia" w:ascii="微软雅黑" w:hAnsi="微软雅黑"/>
        </w:rPr>
        <w:t>温度上传（</w:t>
      </w:r>
      <w:r>
        <w:rPr>
          <w:rStyle w:val="33"/>
          <w:rFonts w:ascii="微软雅黑" w:hAnsi="微软雅黑"/>
        </w:rPr>
        <w:t>Temperature</w:t>
      </w:r>
      <w:r>
        <w:rPr>
          <w:rStyle w:val="33"/>
          <w:rFonts w:hint="eastAsia" w:ascii="微软雅黑" w:hAnsi="微软雅黑"/>
        </w:rPr>
        <w:t>）（</w:t>
      </w:r>
      <w:r>
        <w:rPr>
          <w:rStyle w:val="33"/>
          <w:rFonts w:ascii="微软雅黑" w:hAnsi="微软雅黑"/>
        </w:rPr>
        <w:t>MsgId=0xBA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_Toc97302098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"_Toc97302099" </w:instrText>
      </w:r>
      <w:r>
        <w:fldChar w:fldCharType="separate"/>
      </w:r>
      <w:r>
        <w:rPr>
          <w:rStyle w:val="33"/>
          <w:rFonts w:ascii="微软雅黑" w:hAnsi="微软雅黑"/>
        </w:rPr>
        <w:t>2.6</w:t>
      </w:r>
      <w:r>
        <w:rPr>
          <w:rStyle w:val="33"/>
          <w:rFonts w:hint="eastAsia" w:ascii="微软雅黑" w:hAnsi="微软雅黑"/>
        </w:rPr>
        <w:t>报警数据上传</w:t>
      </w:r>
      <w:r>
        <w:rPr>
          <w:rStyle w:val="33"/>
          <w:rFonts w:ascii="微软雅黑" w:hAnsi="微软雅黑"/>
        </w:rPr>
        <w:t>(Alarm message)</w:t>
      </w:r>
      <w:r>
        <w:rPr>
          <w:rStyle w:val="33"/>
          <w:rFonts w:hint="eastAsia" w:ascii="微软雅黑" w:hAnsi="微软雅黑"/>
        </w:rPr>
        <w:t>（</w:t>
      </w:r>
      <w:r>
        <w:rPr>
          <w:rStyle w:val="33"/>
          <w:rFonts w:ascii="微软雅黑" w:hAnsi="微软雅黑"/>
        </w:rPr>
        <w:t>MsgId=0x02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_Toc97302099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"_Toc97302100" </w:instrText>
      </w:r>
      <w:r>
        <w:fldChar w:fldCharType="separate"/>
      </w:r>
      <w:r>
        <w:rPr>
          <w:rStyle w:val="33"/>
          <w:rFonts w:ascii="微软雅黑" w:hAnsi="微软雅黑"/>
        </w:rPr>
        <w:t>2.7</w:t>
      </w:r>
      <w:r>
        <w:rPr>
          <w:rStyle w:val="33"/>
          <w:rFonts w:hint="eastAsia" w:ascii="微软雅黑" w:hAnsi="微软雅黑"/>
        </w:rPr>
        <w:t>蓝牙定位信息</w:t>
      </w:r>
      <w:r>
        <w:rPr>
          <w:rStyle w:val="33"/>
          <w:rFonts w:ascii="微软雅黑" w:hAnsi="微软雅黑"/>
        </w:rPr>
        <w:t>(LBE Location)</w:t>
      </w:r>
      <w:r>
        <w:rPr>
          <w:rStyle w:val="33"/>
          <w:rFonts w:hint="eastAsia" w:ascii="微软雅黑" w:hAnsi="微软雅黑"/>
        </w:rPr>
        <w:t>（</w:t>
      </w:r>
      <w:r>
        <w:rPr>
          <w:rStyle w:val="33"/>
          <w:rFonts w:ascii="微软雅黑" w:hAnsi="微软雅黑"/>
        </w:rPr>
        <w:t>MsgId=0xD6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_Toc97302100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"_Toc97302101"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2.8 </w:t>
      </w:r>
      <w:r>
        <w:rPr>
          <w:rStyle w:val="33"/>
          <w:rFonts w:hint="eastAsia" w:ascii="微软雅黑" w:hAnsi="微软雅黑"/>
        </w:rPr>
        <w:t>查询下行消息</w:t>
      </w:r>
      <w:r>
        <w:rPr>
          <w:rStyle w:val="33"/>
          <w:rFonts w:ascii="微软雅黑" w:hAnsi="微软雅黑"/>
        </w:rPr>
        <w:t>(Download Message Check) (0xC1)</w:t>
      </w:r>
      <w:r>
        <w:tab/>
      </w:r>
      <w:r>
        <w:fldChar w:fldCharType="begin"/>
      </w:r>
      <w:r>
        <w:instrText xml:space="preserve"> PAGEREF _Toc97302101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9"/>
        <w:tabs>
          <w:tab w:val="left" w:pos="84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"_Toc97302102" </w:instrText>
      </w:r>
      <w:r>
        <w:fldChar w:fldCharType="separate"/>
      </w:r>
      <w:r>
        <w:rPr>
          <w:rStyle w:val="33"/>
          <w:rFonts w:ascii="微软雅黑" w:hAnsi="微软雅黑"/>
        </w:rPr>
        <w:t>III.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下行报文（</w:t>
      </w:r>
      <w:r>
        <w:rPr>
          <w:rStyle w:val="33"/>
          <w:rFonts w:ascii="微软雅黑" w:hAnsi="微软雅黑"/>
        </w:rPr>
        <w:t>Download Message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_Toc97302102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"_Toc97302104" </w:instrText>
      </w:r>
      <w:r>
        <w:fldChar w:fldCharType="separate"/>
      </w:r>
      <w:r>
        <w:rPr>
          <w:rStyle w:val="33"/>
          <w:rFonts w:ascii="微软雅黑" w:hAnsi="微软雅黑"/>
        </w:rPr>
        <w:t>3.1</w:t>
      </w:r>
      <w:r>
        <w:rPr>
          <w:rStyle w:val="33"/>
          <w:rFonts w:hint="eastAsia" w:ascii="微软雅黑" w:hAnsi="微软雅黑"/>
        </w:rPr>
        <w:t>下行消息（</w:t>
      </w:r>
      <w:r>
        <w:rPr>
          <w:rStyle w:val="33"/>
          <w:rFonts w:ascii="微软雅黑" w:hAnsi="微软雅黑"/>
        </w:rPr>
        <w:t>Send Message to Device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 xml:space="preserve"> (MSGID=0xD2)</w:t>
      </w:r>
      <w:r>
        <w:tab/>
      </w:r>
      <w:r>
        <w:fldChar w:fldCharType="begin"/>
      </w:r>
      <w:r>
        <w:instrText xml:space="preserve"> PAGEREF _Toc97302104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"_Toc97302105" </w:instrText>
      </w:r>
      <w:r>
        <w:fldChar w:fldCharType="separate"/>
      </w:r>
      <w:r>
        <w:rPr>
          <w:rStyle w:val="33"/>
          <w:rFonts w:ascii="微软雅黑" w:hAnsi="微软雅黑"/>
        </w:rPr>
        <w:t>3.2</w:t>
      </w:r>
      <w:r>
        <w:rPr>
          <w:rStyle w:val="33"/>
          <w:rFonts w:hint="eastAsia" w:ascii="微软雅黑" w:hAnsi="微软雅黑"/>
        </w:rPr>
        <w:t>设置周期定位（</w:t>
      </w:r>
      <w:r>
        <w:rPr>
          <w:rStyle w:val="33"/>
          <w:rFonts w:ascii="微软雅黑" w:hAnsi="微软雅黑"/>
        </w:rPr>
        <w:t>Set periodic positioning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>(MSGID=0xD2)</w:t>
      </w:r>
      <w:r>
        <w:tab/>
      </w:r>
      <w:r>
        <w:fldChar w:fldCharType="begin"/>
      </w:r>
      <w:r>
        <w:instrText xml:space="preserve"> PAGEREF _Toc97302105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"_Toc97302106" </w:instrText>
      </w:r>
      <w:r>
        <w:fldChar w:fldCharType="separate"/>
      </w:r>
      <w:r>
        <w:rPr>
          <w:rStyle w:val="33"/>
          <w:rFonts w:ascii="微软雅黑" w:hAnsi="微软雅黑"/>
        </w:rPr>
        <w:t>3.3</w:t>
      </w:r>
      <w:r>
        <w:rPr>
          <w:rStyle w:val="33"/>
          <w:rFonts w:hint="eastAsia" w:ascii="微软雅黑" w:hAnsi="微软雅黑"/>
        </w:rPr>
        <w:t>设置定位优先</w:t>
      </w:r>
      <w:r>
        <w:rPr>
          <w:rStyle w:val="33"/>
          <w:rFonts w:ascii="微软雅黑" w:hAnsi="微软雅黑"/>
        </w:rPr>
        <w:t>(MSGID=0xD2)</w:t>
      </w:r>
      <w:r>
        <w:tab/>
      </w:r>
      <w:r>
        <w:fldChar w:fldCharType="begin"/>
      </w:r>
      <w:r>
        <w:instrText xml:space="preserve"> PAGEREF _Toc97302106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"_Toc97302107" </w:instrText>
      </w:r>
      <w:r>
        <w:fldChar w:fldCharType="separate"/>
      </w:r>
      <w:r>
        <w:rPr>
          <w:rStyle w:val="33"/>
          <w:rFonts w:ascii="微软雅黑" w:hAnsi="微软雅黑"/>
        </w:rPr>
        <w:t>3.4</w:t>
      </w:r>
      <w:r>
        <w:rPr>
          <w:rStyle w:val="33"/>
          <w:rFonts w:hint="eastAsia" w:ascii="微软雅黑" w:hAnsi="微软雅黑"/>
        </w:rPr>
        <w:t>设置时区</w:t>
      </w:r>
      <w:r>
        <w:rPr>
          <w:rStyle w:val="33"/>
          <w:rFonts w:ascii="微软雅黑" w:hAnsi="微软雅黑"/>
        </w:rPr>
        <w:t xml:space="preserve"> (MSGID=0xD2)</w:t>
      </w:r>
      <w:r>
        <w:tab/>
      </w:r>
      <w:r>
        <w:fldChar w:fldCharType="begin"/>
      </w:r>
      <w:r>
        <w:instrText xml:space="preserve"> PAGEREF _Toc97302107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0" w:name="_Toc5770"/>
      <w:r>
        <w:rPr>
          <w:rFonts w:hint="eastAsia" w:ascii="微软雅黑" w:hAnsi="微软雅黑"/>
          <w:sz w:val="18"/>
          <w:szCs w:val="18"/>
        </w:rPr>
        <w:t>本协议合适用于欧孚B2315L LoRaWAN手环。若需要下行确认（全双工模式）或其他协议，请咨询欧孚通信（欧孚通信有其他定制协议的应用）。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This </w:t>
      </w:r>
      <w:r>
        <w:rPr>
          <w:rFonts w:ascii="微软雅黑" w:hAnsi="微软雅黑"/>
          <w:sz w:val="18"/>
          <w:szCs w:val="18"/>
        </w:rPr>
        <w:t>protocol</w:t>
      </w:r>
      <w:r>
        <w:rPr>
          <w:rFonts w:hint="eastAsia" w:ascii="微软雅黑" w:hAnsi="微软雅黑"/>
          <w:sz w:val="18"/>
          <w:szCs w:val="18"/>
        </w:rPr>
        <w:t xml:space="preserve"> use for Oviphone B2315L LoRaWAN wristband)</w:t>
      </w:r>
      <w:r>
        <w:rPr>
          <w:rFonts w:ascii="微软雅黑" w:hAnsi="微软雅黑"/>
          <w:sz w:val="18"/>
          <w:szCs w:val="18"/>
        </w:rPr>
        <w:t xml:space="preserve"> </w:t>
      </w:r>
      <w:r>
        <w:rPr>
          <w:rFonts w:hint="eastAsia" w:ascii="微软雅黑" w:hAnsi="微软雅黑"/>
          <w:sz w:val="18"/>
          <w:szCs w:val="18"/>
        </w:rPr>
        <w:t xml:space="preserve">.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If you need downlink confirmation (full-duplex mode) or other protocols, </w:t>
      </w:r>
      <w:r>
        <w:rPr>
          <w:rFonts w:hint="eastAsia" w:ascii="微软雅黑" w:hAnsi="微软雅黑"/>
          <w:sz w:val="18"/>
          <w:szCs w:val="18"/>
        </w:rPr>
        <w:t>please check with Oviphone</w:t>
      </w:r>
    </w:p>
    <w:p>
      <w:pPr>
        <w:spacing w:line="40" w:lineRule="atLeast"/>
        <w:ind w:firstLine="420"/>
      </w:pPr>
      <w:r>
        <w:rPr>
          <w:rFonts w:hint="eastAsia" w:ascii="微软雅黑" w:hAnsi="微软雅黑"/>
          <w:sz w:val="18"/>
          <w:szCs w:val="18"/>
        </w:rPr>
        <w:t>设备功能的不断完善和丰富，本协议会不断更新，请从服务器下载最新版本。This document will continue updape, please download the newest version.</w:t>
      </w:r>
      <w:r>
        <w:rPr>
          <w:rFonts w:ascii="微软雅黑" w:hAnsi="微软雅黑"/>
          <w:sz w:val="18"/>
          <w:szCs w:val="18"/>
        </w:rPr>
        <w:t xml:space="preserve"> </w:t>
      </w:r>
      <w:r>
        <w:fldChar w:fldCharType="begin"/>
      </w:r>
      <w:r>
        <w:instrText xml:space="preserve"> HYPERLINK "http://aiday.com.cn/Help/api/Device/LORA/" </w:instrText>
      </w:r>
      <w:r>
        <w:fldChar w:fldCharType="separate"/>
      </w:r>
      <w:r>
        <w:rPr>
          <w:rStyle w:val="33"/>
          <w:rFonts w:ascii="微软雅黑" w:hAnsi="微软雅黑"/>
          <w:sz w:val="18"/>
          <w:szCs w:val="18"/>
        </w:rPr>
        <w:t>http://aiday.com.cn/Help/api/Device/LORA/</w:t>
      </w:r>
      <w:r>
        <w:rPr>
          <w:rStyle w:val="33"/>
          <w:rFonts w:ascii="微软雅黑" w:hAnsi="微软雅黑"/>
          <w:sz w:val="18"/>
          <w:szCs w:val="18"/>
        </w:rPr>
        <w:fldChar w:fldCharType="end"/>
      </w: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ab/>
      </w:r>
      <w:r>
        <w:rPr>
          <w:rFonts w:hint="eastAsia" w:ascii="微软雅黑" w:hAnsi="微软雅黑"/>
          <w:color w:val="FF0000"/>
          <w:sz w:val="18"/>
          <w:szCs w:val="18"/>
        </w:rPr>
        <w:t>手环加网方式（wristband register network</w:t>
      </w:r>
      <w:r>
        <w:rPr>
          <w:rFonts w:ascii="微软雅黑" w:hAnsi="微软雅黑"/>
          <w:color w:val="FF0000"/>
          <w:sz w:val="18"/>
          <w:szCs w:val="18"/>
        </w:rPr>
        <w:t>）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：Activation by Personalization (独立激活方式 ABP)  </w:t>
      </w: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ab/>
      </w:r>
      <w:r>
        <w:rPr>
          <w:rFonts w:ascii="微软雅黑" w:hAnsi="微软雅黑"/>
          <w:color w:val="FF0000"/>
          <w:sz w:val="18"/>
          <w:szCs w:val="18"/>
        </w:rPr>
        <w:t xml:space="preserve">Default 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 </w:t>
      </w:r>
      <w:r>
        <w:rPr>
          <w:rFonts w:ascii="微软雅黑" w:hAnsi="微软雅黑"/>
          <w:color w:val="FF0000"/>
          <w:sz w:val="18"/>
          <w:szCs w:val="18"/>
        </w:rPr>
        <w:t>APPSKEY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 xml:space="preserve">Default 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 </w:t>
      </w:r>
      <w:r>
        <w:rPr>
          <w:rFonts w:ascii="微软雅黑" w:hAnsi="微软雅黑"/>
          <w:color w:val="FF0000"/>
          <w:sz w:val="18"/>
          <w:szCs w:val="18"/>
        </w:rPr>
        <w:t>NWKSKEY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>735F2F22103042BE724197AC1727EA94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f you need special KEY, please contact with Oviphone. </w:t>
      </w:r>
    </w:p>
    <w:bookmarkEnd w:id="0"/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1" w:name="_Toc496193105"/>
      <w:bookmarkStart w:id="2" w:name="_Toc97302092"/>
      <w:bookmarkStart w:id="3" w:name="_Toc440976904"/>
      <w:bookmarkStart w:id="4" w:name="_Toc60159089"/>
      <w:r>
        <w:rPr>
          <w:rFonts w:hint="eastAsia" w:ascii="微软雅黑" w:hAnsi="微软雅黑"/>
          <w:sz w:val="32"/>
          <w:szCs w:val="32"/>
        </w:rPr>
        <w:t>报文标示符</w:t>
      </w:r>
      <w:r>
        <w:rPr>
          <w:rFonts w:ascii="微软雅黑" w:hAnsi="微软雅黑"/>
          <w:sz w:val="32"/>
          <w:szCs w:val="32"/>
        </w:rPr>
        <w:t>(Message ID)</w:t>
      </w:r>
      <w:bookmarkEnd w:id="1"/>
      <w:bookmarkEnd w:id="2"/>
      <w:bookmarkEnd w:id="3"/>
      <w:bookmarkEnd w:id="4"/>
    </w:p>
    <w:tbl>
      <w:tblPr>
        <w:tblStyle w:val="27"/>
        <w:tblpPr w:leftFromText="180" w:rightFromText="180" w:vertAnchor="text" w:horzAnchor="page" w:tblpX="1563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6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BB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固件版本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号上传 （Device Firmware Version Upload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0xF6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电量,计步和</w:t>
            </w:r>
            <w:r>
              <w:rPr>
                <w:rFonts w:ascii="微软雅黑" w:hAnsi="微软雅黑" w:cs="宋体"/>
                <w:color w:val="000000" w:themeColor="text1"/>
                <w:kern w:val="0"/>
                <w:sz w:val="18"/>
                <w:szCs w:val="18"/>
              </w:rPr>
              <w:t>信号强度</w:t>
            </w: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上传 (Battery Power, Predometer, Signal Level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0x03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GPS/北斗定位数据上传 (GPS/Glonass Data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0xC2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心率 血压数据上传 （Heart rate, Blood Pressure Data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0xBA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温度数据上传 (Temperature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告警数据上传 (Warning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0xD6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蓝牙定位信息(LBE Location)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0xC1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下行消息查询 (Download Message Status Check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0xD2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下行消息/设置报文 (Message,</w:t>
            </w:r>
            <w:r>
              <w:rPr>
                <w:rFonts w:ascii="微软雅黑" w:hAnsi="微软雅黑"/>
                <w:sz w:val="28"/>
                <w:szCs w:val="28"/>
              </w:rPr>
              <w:t xml:space="preserve"> </w:t>
            </w:r>
            <w:r>
              <w:rPr>
                <w:rFonts w:ascii="微软雅黑" w:hAnsi="微软雅黑"/>
                <w:sz w:val="18"/>
                <w:szCs w:val="18"/>
              </w:rPr>
              <w:t>Set periodic positioning</w:t>
            </w:r>
            <w:r>
              <w:rPr>
                <w:rFonts w:hint="eastAsia" w:ascii="微软雅黑" w:hAnsi="微软雅黑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outlineLvl w:val="9"/>
      </w:pPr>
    </w:p>
    <w:p>
      <w:pPr>
        <w:spacing w:line="360" w:lineRule="auto"/>
        <w:outlineLvl w:val="9"/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outlineLvl w:val="9"/>
        <w:rPr>
          <w:rFonts w:ascii="微软雅黑" w:hAnsi="微软雅黑"/>
          <w:color w:val="FF0000"/>
          <w:sz w:val="18"/>
          <w:szCs w:val="18"/>
        </w:rPr>
      </w:pPr>
      <w:bookmarkStart w:id="5" w:name="_Toc440976905"/>
      <w:bookmarkStart w:id="6" w:name="_Toc496193106"/>
      <w:bookmarkStart w:id="7" w:name="_Toc60159090"/>
    </w:p>
    <w:p>
      <w:pPr>
        <w:rPr>
          <w:rFonts w:ascii="微软雅黑" w:hAnsi="微软雅黑"/>
          <w:color w:val="FF0000"/>
          <w:sz w:val="18"/>
          <w:szCs w:val="18"/>
        </w:rPr>
      </w:pPr>
    </w:p>
    <w:bookmarkEnd w:id="5"/>
    <w:bookmarkEnd w:id="6"/>
    <w:bookmarkEnd w:id="7"/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8" w:name="_Toc440976908"/>
      <w:bookmarkStart w:id="9" w:name="_Toc496193109"/>
      <w:bookmarkStart w:id="10" w:name="_Toc60159093"/>
      <w:bookmarkStart w:id="11" w:name="_Toc97302093"/>
      <w:r>
        <w:rPr>
          <w:rFonts w:hint="eastAsia" w:ascii="微软雅黑" w:hAnsi="微软雅黑"/>
          <w:sz w:val="32"/>
          <w:szCs w:val="32"/>
        </w:rPr>
        <w:t>上行报文</w:t>
      </w:r>
      <w:bookmarkEnd w:id="8"/>
      <w:bookmarkEnd w:id="9"/>
      <w:bookmarkEnd w:id="10"/>
      <w:r>
        <w:rPr>
          <w:rFonts w:hint="eastAsia" w:ascii="微软雅黑" w:hAnsi="微软雅黑"/>
          <w:sz w:val="32"/>
          <w:szCs w:val="32"/>
        </w:rPr>
        <w:t>(Upload M</w:t>
      </w:r>
      <w:r>
        <w:rPr>
          <w:rFonts w:ascii="微软雅黑" w:hAnsi="微软雅黑"/>
          <w:sz w:val="32"/>
          <w:szCs w:val="32"/>
        </w:rPr>
        <w:t>essages</w:t>
      </w:r>
      <w:r>
        <w:rPr>
          <w:rFonts w:hint="eastAsia" w:ascii="微软雅黑" w:hAnsi="微软雅黑"/>
          <w:sz w:val="32"/>
          <w:szCs w:val="32"/>
        </w:rPr>
        <w:t>: Device send data to Server)</w:t>
      </w:r>
      <w:bookmarkEnd w:id="11"/>
      <w:bookmarkStart w:id="36" w:name="_GoBack"/>
      <w:bookmarkEnd w:id="36"/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2" w:name="_Toc97302094"/>
      <w:r>
        <w:rPr>
          <w:rFonts w:hint="eastAsia" w:ascii="微软雅黑" w:hAnsi="微软雅黑" w:eastAsia="微软雅黑"/>
          <w:sz w:val="28"/>
          <w:szCs w:val="28"/>
        </w:rPr>
        <w:t xml:space="preserve">2.1 </w:t>
      </w:r>
      <w:r>
        <w:rPr>
          <w:rFonts w:ascii="微软雅黑" w:hAnsi="微软雅黑" w:eastAsia="微软雅黑"/>
          <w:sz w:val="28"/>
          <w:szCs w:val="28"/>
        </w:rPr>
        <w:t>固件版本</w:t>
      </w:r>
      <w:r>
        <w:rPr>
          <w:rFonts w:hint="eastAsia" w:ascii="微软雅黑" w:hAnsi="微软雅黑" w:eastAsia="微软雅黑"/>
          <w:sz w:val="28"/>
          <w:szCs w:val="28"/>
        </w:rPr>
        <w:t>号(Device Firmware Version Upload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(0x</w:t>
      </w:r>
      <w:r>
        <w:rPr>
          <w:rFonts w:ascii="微软雅黑" w:hAnsi="微软雅黑" w:eastAsia="微软雅黑"/>
          <w:sz w:val="28"/>
          <w:szCs w:val="28"/>
        </w:rPr>
        <w:t>BB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12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说明</w:t>
      </w:r>
      <w:r>
        <w:rPr>
          <w:rFonts w:ascii="微软雅黑" w:hAnsi="微软雅黑"/>
          <w:sz w:val="18"/>
          <w:szCs w:val="18"/>
        </w:rPr>
        <w:t>：开机</w:t>
      </w:r>
      <w:r>
        <w:rPr>
          <w:rFonts w:hint="eastAsia" w:ascii="微软雅黑" w:hAnsi="微软雅黑"/>
          <w:sz w:val="18"/>
          <w:szCs w:val="18"/>
        </w:rPr>
        <w:t>报文</w:t>
      </w:r>
      <w:r>
        <w:rPr>
          <w:rFonts w:ascii="微软雅黑" w:hAnsi="微软雅黑"/>
          <w:sz w:val="18"/>
          <w:szCs w:val="18"/>
        </w:rPr>
        <w:t>，上传固件版本号</w:t>
      </w:r>
      <w:r>
        <w:rPr>
          <w:rFonts w:hint="eastAsia" w:ascii="微软雅黑" w:hAnsi="微软雅黑"/>
          <w:sz w:val="18"/>
          <w:szCs w:val="18"/>
        </w:rPr>
        <w:t xml:space="preserve"> （device power on, upload the firmware version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 xml:space="preserve">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417"/>
        <w:gridCol w:w="1701"/>
        <w:gridCol w:w="1134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Byte offset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Unit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UINT8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Version_len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软件版本</w:t>
            </w:r>
            <w:r>
              <w:rPr>
                <w:rFonts w:ascii="微软雅黑" w:hAnsi="微软雅黑"/>
                <w:sz w:val="18"/>
                <w:szCs w:val="18"/>
              </w:rPr>
              <w:t>号长度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ASCII[n]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软件</w:t>
            </w:r>
            <w:r>
              <w:rPr>
                <w:rFonts w:ascii="微软雅黑" w:hAnsi="微软雅黑"/>
                <w:sz w:val="18"/>
                <w:szCs w:val="18"/>
              </w:rPr>
              <w:t>版本号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Example：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BB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10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42323331332E4F563836382E5448</w:t>
      </w:r>
      <w:r>
        <w:rPr>
          <w:rFonts w:hint="eastAsia" w:ascii="微软雅黑" w:hAnsi="微软雅黑"/>
          <w:sz w:val="18"/>
          <w:szCs w:val="18"/>
        </w:rPr>
        <w:t>3031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上报</w:t>
      </w:r>
      <w:r>
        <w:rPr>
          <w:rFonts w:ascii="微软雅黑" w:hAnsi="微软雅黑"/>
          <w:sz w:val="18"/>
          <w:szCs w:val="18"/>
        </w:rPr>
        <w:t>内容</w:t>
      </w:r>
      <w:r>
        <w:rPr>
          <w:rFonts w:hint="eastAsia" w:ascii="微软雅黑" w:hAnsi="微软雅黑"/>
          <w:sz w:val="18"/>
          <w:szCs w:val="18"/>
        </w:rPr>
        <w:t xml:space="preserve"> B3213.OV868.TH01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3" w:name="_Toc97302095"/>
      <w:r>
        <w:rPr>
          <w:rFonts w:hint="eastAsia" w:ascii="微软雅黑" w:hAnsi="微软雅黑" w:eastAsia="微软雅黑"/>
          <w:sz w:val="28"/>
          <w:szCs w:val="28"/>
        </w:rPr>
        <w:t>2.2电量,计步和</w:t>
      </w:r>
      <w:r>
        <w:rPr>
          <w:rFonts w:ascii="微软雅黑" w:hAnsi="微软雅黑" w:eastAsia="微软雅黑"/>
          <w:sz w:val="28"/>
          <w:szCs w:val="28"/>
        </w:rPr>
        <w:t>信号强度</w:t>
      </w:r>
      <w:r>
        <w:rPr>
          <w:rFonts w:hint="eastAsia" w:ascii="微软雅黑" w:hAnsi="微软雅黑" w:eastAsia="微软雅黑"/>
          <w:sz w:val="28"/>
          <w:szCs w:val="28"/>
        </w:rPr>
        <w:t>上传 (Battery Power, Predometer, Signal Level Upload) (0x</w:t>
      </w:r>
      <w:r>
        <w:rPr>
          <w:rFonts w:ascii="微软雅黑" w:hAnsi="微软雅黑" w:eastAsia="微软雅黑"/>
          <w:sz w:val="28"/>
          <w:szCs w:val="28"/>
        </w:rPr>
        <w:t>F</w:t>
      </w:r>
      <w:r>
        <w:rPr>
          <w:rFonts w:hint="eastAsia" w:ascii="微软雅黑" w:hAnsi="微软雅黑" w:eastAsia="微软雅黑"/>
          <w:sz w:val="28"/>
          <w:szCs w:val="28"/>
        </w:rPr>
        <w:t>6)</w:t>
      </w:r>
      <w:bookmarkEnd w:id="13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725"/>
        <w:gridCol w:w="1110"/>
        <w:gridCol w:w="127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Scale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Unit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Bat_volt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电池电量格数(Battery Level)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Step_num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记步数据(Prodemeter Step)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Signal_strength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信号强度(Signal level)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时间戳小端</w:t>
            </w:r>
          </w:p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timestamp,</w:t>
            </w:r>
            <w:r>
              <w:rPr>
                <w:rFonts w:ascii="微软雅黑" w:hAnsi="微软雅黑"/>
                <w:sz w:val="18"/>
                <w:szCs w:val="18"/>
              </w:rPr>
              <w:t xml:space="preserve"> little endian</w:t>
            </w:r>
            <w:r>
              <w:rPr>
                <w:rFonts w:hint="eastAsia" w:ascii="微软雅黑" w:hAnsi="微软雅黑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f603009404000050</w:t>
      </w:r>
      <w:r>
        <w:rPr>
          <w:rFonts w:hint="eastAsia" w:ascii="微软雅黑" w:hAnsi="微软雅黑" w:cs="微软雅黑"/>
          <w:color w:val="auto"/>
          <w:sz w:val="18"/>
          <w:szCs w:val="18"/>
        </w:rPr>
        <w:t>28F2CD5F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F6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MSGID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>
      <w:pPr>
        <w:pStyle w:val="56"/>
        <w:adjustRightInd/>
        <w:spacing w:line="400" w:lineRule="exact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Value 0 - 3 Mean 0% - 100% (10% 30% 60% 100%)；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50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信号强度80%( Signal Level 80%(</w:t>
      </w:r>
    </w:p>
    <w:p>
      <w:pPr>
        <w:pStyle w:val="56"/>
        <w:adjustRightInd/>
        <w:spacing w:line="400" w:lineRule="exact"/>
        <w:ind w:left="425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>28F2CD5F：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4" w:name="_Toc97302096"/>
      <w:r>
        <w:rPr>
          <w:rFonts w:hint="eastAsia" w:ascii="微软雅黑" w:hAnsi="微软雅黑" w:eastAsia="微软雅黑"/>
          <w:sz w:val="28"/>
          <w:szCs w:val="28"/>
        </w:rPr>
        <w:t>2.</w:t>
      </w:r>
      <w:bookmarkStart w:id="15" w:name="_Toc75251585"/>
      <w:r>
        <w:rPr>
          <w:rFonts w:hint="eastAsia" w:ascii="微软雅黑" w:hAnsi="微软雅黑" w:eastAsia="微软雅黑"/>
          <w:sz w:val="28"/>
          <w:szCs w:val="28"/>
        </w:rPr>
        <w:t xml:space="preserve">3 </w:t>
      </w:r>
      <w:r>
        <w:rPr>
          <w:rFonts w:ascii="微软雅黑" w:hAnsi="微软雅黑" w:eastAsia="微软雅黑"/>
          <w:sz w:val="28"/>
          <w:szCs w:val="28"/>
        </w:rPr>
        <w:t>GPS</w:t>
      </w:r>
      <w:r>
        <w:rPr>
          <w:rFonts w:hint="eastAsia" w:ascii="微软雅黑" w:hAnsi="微软雅黑" w:eastAsia="微软雅黑"/>
          <w:sz w:val="28"/>
          <w:szCs w:val="28"/>
        </w:rPr>
        <w:t>/北斗位置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(GPS/Glonass Location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 (0x03)</w:t>
      </w:r>
      <w:bookmarkEnd w:id="14"/>
      <w:bookmarkEnd w:id="15"/>
    </w:p>
    <w:p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4"/>
        <w:gridCol w:w="1560"/>
        <w:gridCol w:w="1417"/>
        <w:gridCol w:w="1063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微软雅黑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 0322fb20cb827a5c4021ea3e00a99536404e4541cf084e5f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03: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22fb20cb827a5c40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21ea3e00a9953640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4E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编码表述，南、北纬度，范围为/*N or S*/，表示为：N（北纬）；</w:t>
      </w:r>
    </w:p>
    <w:p>
      <w:pPr>
        <w:pStyle w:val="56"/>
        <w:adjustRightInd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45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编码表述，东、西经度，范围为/*E or W*/，表示为：E（东经）；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41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编码表述，定位状态，范围为/*A or V*/，表示为：A（有效）；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，0x5f4e08cf，Unix时间戳转换后，值为：2020/9/1 16:39:43 ；</w:t>
      </w:r>
    </w:p>
    <w:p>
      <w:pPr>
        <w:pStyle w:val="56"/>
        <w:adjustRightInd/>
        <w:ind w:left="425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6" w:name="_Toc97302097"/>
      <w:r>
        <w:rPr>
          <w:rFonts w:hint="eastAsia" w:ascii="微软雅黑" w:hAnsi="微软雅黑" w:eastAsia="微软雅黑"/>
          <w:sz w:val="28"/>
          <w:szCs w:val="28"/>
        </w:rPr>
        <w:t>2.4 心率血压上传(Heart rate, Blood Pressure)(0xC2)</w:t>
      </w:r>
      <w:bookmarkEnd w:id="16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9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992"/>
        <w:gridCol w:w="1789"/>
        <w:gridCol w:w="1046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bp_high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收缩压：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Systolic Blood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bp_low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舒张压：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Diastolic Blood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Bp_heart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心率：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Heart rate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时间戳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例：</w:t>
      </w:r>
      <w:r>
        <w:rPr>
          <w:rFonts w:ascii="微软雅黑" w:hAnsi="微软雅黑"/>
          <w:sz w:val="18"/>
          <w:szCs w:val="18"/>
        </w:rPr>
        <w:t>C2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7500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4D00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</w:t>
      </w:r>
      <w:r>
        <w:rPr>
          <w:rFonts w:hint="eastAsia" w:ascii="微软雅黑" w:hAnsi="微软雅黑"/>
          <w:sz w:val="18"/>
          <w:szCs w:val="18"/>
        </w:rPr>
        <w:t>8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>28F2CD5F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C2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7500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 0x0075  </w:t>
      </w:r>
      <w:r>
        <w:rPr>
          <w:rFonts w:hint="eastAsia" w:ascii="微软雅黑" w:hAnsi="微软雅黑"/>
          <w:sz w:val="18"/>
          <w:szCs w:val="18"/>
        </w:rPr>
        <w:t>收缩压 = 117 (</w:t>
      </w:r>
      <w:r>
        <w:rPr>
          <w:rFonts w:ascii="微软雅黑" w:hAnsi="微软雅黑"/>
          <w:sz w:val="18"/>
          <w:szCs w:val="18"/>
        </w:rPr>
        <w:t>Systolic Blood Pressure</w:t>
      </w:r>
      <w:r>
        <w:rPr>
          <w:rFonts w:hint="eastAsia" w:ascii="微软雅黑" w:hAnsi="微软雅黑"/>
          <w:sz w:val="18"/>
          <w:szCs w:val="18"/>
        </w:rPr>
        <w:t xml:space="preserve"> Value 117)</w:t>
      </w:r>
      <w:r>
        <w:rPr>
          <w:rFonts w:hint="eastAsia"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4D00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 0x004D，舒张压 = 77 (</w:t>
      </w:r>
      <w:r>
        <w:rPr>
          <w:rFonts w:ascii="微软雅黑" w:hAnsi="微软雅黑" w:cs="宋体"/>
          <w:color w:val="auto"/>
          <w:sz w:val="18"/>
          <w:szCs w:val="18"/>
        </w:rPr>
        <w:t>Diastolic Blood Pressure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Value 77)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4800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，0x0048，心率值72 (Heart Rate Value 72)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28F2CD5F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7" w:name="_Toc97302098"/>
      <w:r>
        <w:rPr>
          <w:rFonts w:hint="eastAsia" w:ascii="微软雅黑" w:hAnsi="微软雅黑" w:eastAsia="微软雅黑"/>
          <w:sz w:val="28"/>
          <w:szCs w:val="28"/>
        </w:rPr>
        <w:t>2.5温度上传（Temperature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（MsgId=0xBA）</w:t>
      </w:r>
      <w:bookmarkEnd w:id="17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tbl>
      <w:tblPr>
        <w:tblStyle w:val="27"/>
        <w:tblW w:w="9639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0"/>
        <w:gridCol w:w="1559"/>
        <w:gridCol w:w="1276"/>
        <w:gridCol w:w="709"/>
        <w:gridCol w:w="4111"/>
      </w:tblGrid>
      <w:tr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size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时间戳标识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00 - 带时间戳with timestamp；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01 - 不带时间戳-without timestamp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nt32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如果时间戳标识为01，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则不需要此字段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 ID is 01, this field is not required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（Temp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. type）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表示上传体表温度和体温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：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(1: upload wrist and body temp).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表示上传体表温度，体温和环境温度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2:upload wrist, body and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environment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temp.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wrist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Body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体温小数点后面保留一位 （×10） 上报值为整数，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(environment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temperature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Arial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cs="Arial"/>
                <w:sz w:val="18"/>
                <w:szCs w:val="18"/>
                <w:shd w:val="clear" w:color="auto" w:fill="FEFEFE"/>
              </w:rPr>
              <w:t>/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</w:tbl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8" w:name="_Toc97302099"/>
      <w:r>
        <w:rPr>
          <w:rFonts w:hint="eastAsia" w:ascii="微软雅黑" w:hAnsi="微软雅黑" w:eastAsia="微软雅黑"/>
          <w:sz w:val="28"/>
          <w:szCs w:val="28"/>
        </w:rPr>
        <w:t>2.6报警数据上传(Alarm message)（MsgId=0x02）</w:t>
      </w:r>
      <w:bookmarkEnd w:id="18"/>
    </w:p>
    <w:p/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29"/>
        <w:gridCol w:w="1873"/>
        <w:gridCol w:w="3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3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Drscription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Upl_warn</w:t>
            </w:r>
          </w:p>
        </w:tc>
        <w:tc>
          <w:tcPr>
            <w:tcW w:w="3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Bitfield see below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3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时间戳(小端优先)</w:t>
            </w:r>
          </w:p>
        </w:tc>
      </w:tr>
    </w:tbl>
    <w:p>
      <w:pPr>
        <w:spacing w:line="360" w:lineRule="auto"/>
        <w:ind w:left="420" w:left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Style w:val="27"/>
        <w:tblW w:w="8936" w:type="dxa"/>
        <w:tblInd w:w="9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58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tbl>
      <w:tblPr>
        <w:tblStyle w:val="27"/>
        <w:tblW w:w="407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160"/>
        <w:gridCol w:w="2462"/>
        <w:gridCol w:w="1812"/>
        <w:gridCol w:w="13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b</w:t>
            </w:r>
            <w:r>
              <w:rPr>
                <w:rFonts w:ascii="微软雅黑" w:hAnsi="微软雅黑"/>
                <w:sz w:val="18"/>
                <w:szCs w:val="18"/>
              </w:rPr>
              <w:t>it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Description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调整后的16进制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Hexadecimal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十进制</w:t>
            </w:r>
          </w:p>
          <w:p>
            <w:pPr>
              <w:spacing w:line="4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Decimal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设备佩戴Wear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status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设备佩戴Wear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status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0100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1*256=256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摘掉设备Takeoff status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摘掉设备Takeoff status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0010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1*16=16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关机 Power off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关机Power off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0004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</w:t>
            </w:r>
            <w:r>
              <w:rPr>
                <w:rFonts w:hint="eastAsia" w:ascii="微软雅黑" w:hAnsi="微软雅黑"/>
                <w:sz w:val="18"/>
                <w:szCs w:val="18"/>
              </w:rPr>
              <w:t>O</w:t>
            </w:r>
            <w:r>
              <w:rPr>
                <w:rFonts w:ascii="微软雅黑" w:hAnsi="微软雅黑"/>
                <w:sz w:val="18"/>
                <w:szCs w:val="18"/>
              </w:rPr>
              <w:t>S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0002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低电量 Low Power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低电量Low Power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0001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</w:tr>
    </w:tbl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02040028F2CD5F 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02010028F2CD5F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hint="eastAsia" w:ascii="微软雅黑" w:hAnsi="微软雅黑"/>
          <w:sz w:val="18"/>
          <w:szCs w:val="18"/>
        </w:rPr>
        <w:t xml:space="preserve"> status）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02000128F2CD5F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02100028F2CD5F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9" w:name="_Toc97302100"/>
      <w:r>
        <w:rPr>
          <w:rFonts w:hint="eastAsia" w:ascii="微软雅黑" w:hAnsi="微软雅黑" w:eastAsia="微软雅黑"/>
          <w:sz w:val="28"/>
          <w:szCs w:val="28"/>
        </w:rPr>
        <w:t>2.7蓝牙定位信息(LBE Location)（MsgId=0xD6）</w:t>
      </w:r>
      <w:bookmarkEnd w:id="19"/>
    </w:p>
    <w:tbl>
      <w:tblPr>
        <w:tblStyle w:val="27"/>
        <w:tblW w:w="8931" w:type="dxa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62"/>
        <w:gridCol w:w="2240"/>
        <w:gridCol w:w="4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Size(Bytes) 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Format 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</w:t>
            </w:r>
            <w:r>
              <w:rPr>
                <w:rFonts w:hint="eastAsia" w:ascii="微软雅黑" w:hAnsi="微软雅黑"/>
                <w:sz w:val="18"/>
                <w:szCs w:val="18"/>
              </w:rPr>
              <w:t>ype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0 (Fix value 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Int32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tc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 (UTC timestamp)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(total time package)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Major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Minor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Rssi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ajor[1]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Major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inor[2]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Minor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ssi[2]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Rssi</w:t>
            </w:r>
          </w:p>
        </w:tc>
      </w:tr>
    </w:tbl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firstLine="210"/>
        <w:rPr>
          <w:rFonts w:ascii="微软雅黑" w:hAnsi="微软雅黑" w:cs="微软雅黑"/>
          <w:bCs w:val="0"/>
          <w:szCs w:val="21"/>
        </w:rPr>
      </w:pP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Cs w:val="21"/>
        </w:rPr>
        <w:t xml:space="preserve">D6 00 70DAF861 01 </w:t>
      </w:r>
      <w:r>
        <w:rPr>
          <w:rFonts w:ascii="微软雅黑" w:hAnsi="微软雅黑" w:cs="微软雅黑"/>
          <w:bCs w:val="0"/>
          <w:szCs w:val="21"/>
        </w:rPr>
        <w:t>4327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1794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ac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4327 3094</w:t>
      </w:r>
      <w:r>
        <w:rPr>
          <w:rFonts w:hint="eastAsia" w:ascii="微软雅黑" w:hAnsi="微软雅黑" w:cs="微软雅黑"/>
          <w:bCs w:val="0"/>
          <w:szCs w:val="21"/>
        </w:rPr>
        <w:t xml:space="preserve"> aa </w:t>
      </w:r>
      <w:r>
        <w:rPr>
          <w:rFonts w:ascii="微软雅黑" w:hAnsi="微软雅黑" w:cs="微软雅黑"/>
          <w:bCs w:val="0"/>
          <w:szCs w:val="21"/>
        </w:rPr>
        <w:t>6a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D6: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00: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固定</w:t>
      </w:r>
    </w:p>
    <w:p>
      <w:pPr>
        <w:pStyle w:val="56"/>
        <w:adjustRightInd/>
        <w:ind w:left="425"/>
        <w:rPr>
          <w:rFonts w:ascii="微软雅黑" w:hAnsi="微软雅黑" w:cs="微软雅黑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70DAF861 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</w:t>
      </w:r>
      <w:r>
        <w:rPr>
          <w:rFonts w:ascii="微软雅黑" w:hAnsi="微软雅黑" w:cs="宋体"/>
          <w:color w:val="auto"/>
          <w:sz w:val="18"/>
          <w:szCs w:val="18"/>
        </w:rPr>
        <w:t>2022-02-01 15:00:00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t xml:space="preserve"> </w:t>
      </w:r>
      <w:r>
        <w:rPr>
          <w:rFonts w:ascii="微软雅黑" w:hAnsi="微软雅黑" w:cs="微软雅黑"/>
          <w:color w:val="auto"/>
          <w:sz w:val="18"/>
          <w:szCs w:val="18"/>
        </w:rPr>
        <w:t>2022-02-01 15:00:00</w:t>
      </w:r>
      <w:r>
        <w:rPr>
          <w:rFonts w:hint="eastAsia" w:ascii="微软雅黑" w:hAnsi="微软雅黑" w:cs="微软雅黑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01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当前有1笔蓝牙定位信息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4327</w:t>
      </w:r>
      <w:r>
        <w:rPr>
          <w:rFonts w:hint="eastAsia" w:ascii="微软雅黑" w:hAnsi="微软雅黑" w:cs="宋体"/>
          <w:color w:val="auto"/>
          <w:sz w:val="18"/>
          <w:szCs w:val="18"/>
        </w:rPr>
        <w:t>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 0x2743  </w:t>
      </w:r>
      <w:r>
        <w:rPr>
          <w:rFonts w:hint="eastAsia" w:ascii="微软雅黑" w:hAnsi="微软雅黑"/>
          <w:sz w:val="18"/>
          <w:szCs w:val="18"/>
        </w:rPr>
        <w:t>major = 10051</w:t>
      </w:r>
      <w:r>
        <w:rPr>
          <w:rFonts w:hint="eastAsia"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微软雅黑"/>
          <w:bCs w:val="0"/>
          <w:color w:val="000000" w:themeColor="text1"/>
          <w:sz w:val="18"/>
          <w:szCs w:val="18"/>
        </w:rPr>
        <w:t>1794</w:t>
      </w:r>
      <w:r>
        <w:rPr>
          <w:rFonts w:hint="eastAsia" w:ascii="微软雅黑" w:hAnsi="微软雅黑" w:cs="宋体"/>
          <w:color w:val="000000" w:themeColor="text1"/>
          <w:sz w:val="18"/>
          <w:szCs w:val="18"/>
        </w:rPr>
        <w:t>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 0x9417  minor = 37911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ac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-85 (rssi)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20" w:name="_Toc97302101"/>
      <w:r>
        <w:rPr>
          <w:rFonts w:hint="eastAsia" w:ascii="微软雅黑" w:hAnsi="微软雅黑" w:eastAsia="微软雅黑"/>
          <w:sz w:val="28"/>
          <w:szCs w:val="28"/>
        </w:rPr>
        <w:t>2.8 查询下行消息(Download Message Check) (0xC1)</w:t>
      </w:r>
      <w:bookmarkEnd w:id="20"/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680"/>
        <w:gridCol w:w="43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消息查询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Description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消息查询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Direction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Terminal =&gt; Terminal Server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 structure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 ID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Payload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0x</w:t>
            </w:r>
            <w:r>
              <w:rPr>
                <w:rFonts w:hint="eastAsia" w:ascii="微软雅黑" w:hAnsi="微软雅黑"/>
                <w:sz w:val="18"/>
                <w:szCs w:val="18"/>
              </w:rPr>
              <w:t>C1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</w:tr>
    </w:tbl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21" w:name="_Toc60159197"/>
      <w:bookmarkStart w:id="22" w:name="_Toc97302102"/>
      <w:r>
        <w:rPr>
          <w:rFonts w:hint="eastAsia" w:ascii="微软雅黑" w:hAnsi="微软雅黑"/>
          <w:sz w:val="32"/>
          <w:szCs w:val="32"/>
        </w:rPr>
        <w:t>下行</w:t>
      </w:r>
      <w:bookmarkEnd w:id="21"/>
      <w:r>
        <w:rPr>
          <w:rFonts w:hint="eastAsia" w:ascii="微软雅黑" w:hAnsi="微软雅黑"/>
          <w:sz w:val="32"/>
          <w:szCs w:val="32"/>
        </w:rPr>
        <w:t>报文（Download Message）</w:t>
      </w:r>
      <w:bookmarkEnd w:id="22"/>
    </w:p>
    <w:p>
      <w:pPr>
        <w:pStyle w:val="38"/>
        <w:keepNext/>
        <w:keepLines/>
        <w:numPr>
          <w:ilvl w:val="1"/>
          <w:numId w:val="2"/>
        </w:numPr>
        <w:spacing w:before="260" w:after="260" w:line="416" w:lineRule="auto"/>
        <w:ind w:firstLineChars="0"/>
        <w:outlineLvl w:val="2"/>
        <w:rPr>
          <w:rFonts w:ascii="黑体" w:hAnsi="黑体" w:eastAsia="黑体"/>
          <w:b/>
          <w:vanish/>
          <w:sz w:val="24"/>
          <w:szCs w:val="24"/>
        </w:rPr>
      </w:pPr>
      <w:bookmarkStart w:id="23" w:name="_Toc79144905"/>
      <w:bookmarkEnd w:id="23"/>
      <w:bookmarkStart w:id="24" w:name="_Toc97109497"/>
      <w:bookmarkEnd w:id="24"/>
      <w:bookmarkStart w:id="25" w:name="_Toc97301762"/>
      <w:bookmarkEnd w:id="25"/>
      <w:bookmarkStart w:id="26" w:name="_Toc79156186"/>
      <w:bookmarkEnd w:id="26"/>
      <w:bookmarkStart w:id="27" w:name="_Toc79156516"/>
      <w:bookmarkEnd w:id="27"/>
      <w:bookmarkStart w:id="28" w:name="_Toc79156221"/>
      <w:bookmarkEnd w:id="28"/>
      <w:bookmarkStart w:id="29" w:name="_Toc97302103"/>
      <w:bookmarkEnd w:id="29"/>
      <w:bookmarkStart w:id="30" w:name="_Toc79156544"/>
      <w:bookmarkEnd w:id="30"/>
      <w:bookmarkStart w:id="31" w:name="_Toc97299498"/>
      <w:bookmarkEnd w:id="31"/>
      <w:bookmarkStart w:id="32" w:name="_Toc79156277"/>
      <w:bookmarkEnd w:id="32"/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3" w:name="_Toc97302105"/>
      <w:r>
        <w:rPr>
          <w:rFonts w:hint="eastAsia" w:ascii="微软雅黑" w:hAnsi="微软雅黑" w:eastAsia="微软雅黑"/>
          <w:sz w:val="28"/>
          <w:szCs w:val="28"/>
        </w:rPr>
        <w:t>3.1设置周期定位（</w:t>
      </w:r>
      <w:r>
        <w:rPr>
          <w:rFonts w:ascii="微软雅黑" w:hAnsi="微软雅黑" w:eastAsia="微软雅黑"/>
          <w:sz w:val="28"/>
          <w:szCs w:val="28"/>
        </w:rPr>
        <w:t>Set periodic positioning）</w:t>
      </w:r>
      <w:r>
        <w:rPr>
          <w:rFonts w:hint="eastAsia" w:ascii="微软雅黑" w:hAnsi="微软雅黑" w:eastAsia="微软雅黑"/>
          <w:sz w:val="24"/>
          <w:szCs w:val="24"/>
        </w:rPr>
        <w:t>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3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3265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enable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　时间段</w:t>
            </w: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Time1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Interval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　</w:t>
            </w:r>
            <w:r>
              <w:rPr>
                <w:rFonts w:ascii="微软雅黑" w:hAnsi="微软雅黑"/>
                <w:sz w:val="18"/>
                <w:szCs w:val="18"/>
              </w:rPr>
              <w:t>enable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时间段</w:t>
            </w:r>
            <w:r>
              <w:rPr>
                <w:rFonts w:ascii="微软雅黑" w:hAnsi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/>
                <w:sz w:val="18"/>
                <w:szCs w:val="18"/>
              </w:rPr>
              <w:t>Time2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Interval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D2</w:t>
      </w:r>
      <w:r>
        <w:rPr>
          <w:rFonts w:ascii="微软雅黑" w:hAnsi="微软雅黑"/>
          <w:sz w:val="18"/>
          <w:szCs w:val="18"/>
        </w:rPr>
        <w:t xml:space="preserve"> 17</w:t>
      </w:r>
      <w:r>
        <w:rPr>
          <w:rFonts w:hint="eastAsia" w:ascii="微软雅黑" w:hAnsi="微软雅黑"/>
          <w:sz w:val="18"/>
          <w:szCs w:val="18"/>
        </w:rPr>
        <w:t xml:space="preserve"> 0E 01</w:t>
      </w:r>
      <w:r>
        <w:rPr>
          <w:rFonts w:ascii="微软雅黑" w:hAnsi="微软雅黑"/>
          <w:sz w:val="18"/>
          <w:szCs w:val="18"/>
        </w:rPr>
        <w:t xml:space="preserve"> 03 </w:t>
      </w: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>0 00 00 13 00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00 00 00 00 00 00 00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hint="eastAsia" w:ascii="微软雅黑" w:hAnsi="微软雅黑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hint="eastAsia" w:ascii="微软雅黑" w:hAnsi="微软雅黑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4" w:name="_Toc97302106"/>
      <w:r>
        <w:rPr>
          <w:rFonts w:hint="eastAsia" w:ascii="微软雅黑" w:hAnsi="微软雅黑" w:eastAsia="微软雅黑"/>
          <w:sz w:val="28"/>
          <w:szCs w:val="28"/>
        </w:rPr>
        <w:t>3.2设置定位优先</w:t>
      </w:r>
      <w:r>
        <w:rPr>
          <w:rFonts w:hint="eastAsia" w:ascii="微软雅黑" w:hAnsi="微软雅黑" w:eastAsia="微软雅黑"/>
          <w:sz w:val="24"/>
          <w:szCs w:val="24"/>
        </w:rPr>
        <w:t>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4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4120"/>
      </w:tblGrid>
      <w:tr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Cs w:val="21"/>
              </w:rPr>
              <w:t>01 --gps 02 --wifi 03 --蓝牙信标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D2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CE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02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1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>3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>01 为GPS, 03 为蓝牙信标，所以当前定位顺序是优先启动GPS，如GPS定位失败再启动蓝牙定位。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5" w:name="_Toc97302107"/>
      <w:r>
        <w:rPr>
          <w:rFonts w:hint="eastAsia" w:ascii="微软雅黑" w:hAnsi="微软雅黑" w:eastAsia="微软雅黑"/>
          <w:sz w:val="28"/>
          <w:szCs w:val="28"/>
        </w:rPr>
        <w:t>3.3设置时区</w:t>
      </w:r>
      <w:r>
        <w:rPr>
          <w:rFonts w:hint="eastAsia" w:ascii="微软雅黑" w:hAnsi="微软雅黑" w:eastAsia="微软雅黑"/>
          <w:sz w:val="24"/>
          <w:szCs w:val="24"/>
        </w:rPr>
        <w:t xml:space="preserve"> 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5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4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S8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时区 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D2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06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>1 F8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>设时区为 -5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                                                            Oviphone Technology Limited                                        </w:t>
    </w:r>
    <w:r>
      <w:rPr>
        <w:rFonts w:hint="eastAsia"/>
      </w:rP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778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Arial" w:hAnsi="Arial" w:cs="Arial"/>
        <w:b/>
      </w:rP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778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778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F6FB5"/>
    <w:multiLevelType w:val="multilevel"/>
    <w:tmpl w:val="2EDF6FB5"/>
    <w:lvl w:ilvl="0" w:tentative="0">
      <w:start w:val="1"/>
      <w:numFmt w:val="upperRoman"/>
      <w:lvlText w:val="%1."/>
      <w:lvlJc w:val="left"/>
      <w:pPr>
        <w:ind w:left="930" w:hanging="72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3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93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29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65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201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01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37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730" w:hanging="2520"/>
      </w:pPr>
      <w:rPr>
        <w:rFonts w:hint="default"/>
      </w:rPr>
    </w:lvl>
  </w:abstractNum>
  <w:abstractNum w:abstractNumId="1">
    <w:nsid w:val="5B8C59EE"/>
    <w:multiLevelType w:val="multilevel"/>
    <w:tmpl w:val="5B8C59EE"/>
    <w:lvl w:ilvl="0" w:tentative="0">
      <w:start w:val="3"/>
      <w:numFmt w:val="decimal"/>
      <w:lvlText w:val="%1"/>
      <w:lvlJc w:val="left"/>
      <w:pPr>
        <w:ind w:left="562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1041" w:hanging="720"/>
      </w:pPr>
      <w:rPr>
        <w:rFonts w:hint="default" w:ascii="Times New Roman" w:hAnsi="Times New Roman" w:cs="Times New Roman"/>
        <w:b/>
      </w:rPr>
    </w:lvl>
    <w:lvl w:ilvl="2" w:tentative="0">
      <w:start w:val="1"/>
      <w:numFmt w:val="decimal"/>
      <w:lvlText w:val="2.%3.1"/>
      <w:lvlJc w:val="left"/>
      <w:pPr>
        <w:ind w:left="1571" w:hanging="720"/>
      </w:pPr>
      <w:rPr>
        <w:rFonts w:hint="eastAsia"/>
        <w:sz w:val="32"/>
        <w:szCs w:val="32"/>
      </w:rPr>
    </w:lvl>
    <w:lvl w:ilvl="3" w:tentative="0">
      <w:start w:val="1"/>
      <w:numFmt w:val="decimal"/>
      <w:lvlText w:val="%1.%2.%3.%4"/>
      <w:lvlJc w:val="left"/>
      <w:pPr>
        <w:ind w:left="2043" w:hanging="1080"/>
      </w:pPr>
      <w:rPr>
        <w:rFonts w:hint="default"/>
      </w:rPr>
    </w:lvl>
    <w:lvl w:ilvl="4" w:tentative="0">
      <w:start w:val="3"/>
      <w:numFmt w:val="decimal"/>
      <w:lvlText w:val="%5."/>
      <w:lvlJc w:val="left"/>
      <w:pPr>
        <w:ind w:left="2716" w:hanging="14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045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726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407" w:hanging="216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4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76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iNjMwZTU5YmZkYTk0N2Y4NjM5YTZlODhlNGY2OWEifQ=="/>
  </w:docVars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4CB0"/>
    <w:rsid w:val="00060524"/>
    <w:rsid w:val="000671F5"/>
    <w:rsid w:val="00081FDB"/>
    <w:rsid w:val="0009689E"/>
    <w:rsid w:val="000A1772"/>
    <w:rsid w:val="000A2D2E"/>
    <w:rsid w:val="000B3B18"/>
    <w:rsid w:val="000B56CB"/>
    <w:rsid w:val="000C3B59"/>
    <w:rsid w:val="000D40A3"/>
    <w:rsid w:val="000D749D"/>
    <w:rsid w:val="000E220D"/>
    <w:rsid w:val="000E70A7"/>
    <w:rsid w:val="001017B5"/>
    <w:rsid w:val="00107C50"/>
    <w:rsid w:val="0011052B"/>
    <w:rsid w:val="00114A2C"/>
    <w:rsid w:val="0012074E"/>
    <w:rsid w:val="001274DC"/>
    <w:rsid w:val="00131A9D"/>
    <w:rsid w:val="00144C9E"/>
    <w:rsid w:val="00145465"/>
    <w:rsid w:val="001524E9"/>
    <w:rsid w:val="0015331D"/>
    <w:rsid w:val="001577BE"/>
    <w:rsid w:val="0017431F"/>
    <w:rsid w:val="00177D27"/>
    <w:rsid w:val="0018103E"/>
    <w:rsid w:val="00191C28"/>
    <w:rsid w:val="00193382"/>
    <w:rsid w:val="001A4B78"/>
    <w:rsid w:val="001B472B"/>
    <w:rsid w:val="001C1029"/>
    <w:rsid w:val="001D755A"/>
    <w:rsid w:val="001F0A0C"/>
    <w:rsid w:val="001F457B"/>
    <w:rsid w:val="00201586"/>
    <w:rsid w:val="00213F11"/>
    <w:rsid w:val="0021687E"/>
    <w:rsid w:val="002220BE"/>
    <w:rsid w:val="00222AF0"/>
    <w:rsid w:val="00225E40"/>
    <w:rsid w:val="00230511"/>
    <w:rsid w:val="00230E3F"/>
    <w:rsid w:val="00234B59"/>
    <w:rsid w:val="00246107"/>
    <w:rsid w:val="0024785C"/>
    <w:rsid w:val="00251F43"/>
    <w:rsid w:val="00254405"/>
    <w:rsid w:val="002619DE"/>
    <w:rsid w:val="00262BD0"/>
    <w:rsid w:val="002716E7"/>
    <w:rsid w:val="00271B0C"/>
    <w:rsid w:val="00271B32"/>
    <w:rsid w:val="0028690E"/>
    <w:rsid w:val="002903B5"/>
    <w:rsid w:val="0029293C"/>
    <w:rsid w:val="00296C22"/>
    <w:rsid w:val="00296CB4"/>
    <w:rsid w:val="002B6320"/>
    <w:rsid w:val="002B7ADB"/>
    <w:rsid w:val="002C0BD7"/>
    <w:rsid w:val="002C2B60"/>
    <w:rsid w:val="002D0314"/>
    <w:rsid w:val="002D236A"/>
    <w:rsid w:val="002D656B"/>
    <w:rsid w:val="002E07DE"/>
    <w:rsid w:val="002F0371"/>
    <w:rsid w:val="00302064"/>
    <w:rsid w:val="003048CB"/>
    <w:rsid w:val="0030705C"/>
    <w:rsid w:val="00315610"/>
    <w:rsid w:val="00315A29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192A"/>
    <w:rsid w:val="00372A39"/>
    <w:rsid w:val="00380324"/>
    <w:rsid w:val="00387349"/>
    <w:rsid w:val="00387EF1"/>
    <w:rsid w:val="003943FB"/>
    <w:rsid w:val="003A26A4"/>
    <w:rsid w:val="003A693A"/>
    <w:rsid w:val="003A7806"/>
    <w:rsid w:val="003B012A"/>
    <w:rsid w:val="003B6095"/>
    <w:rsid w:val="003C0B8A"/>
    <w:rsid w:val="003D06CD"/>
    <w:rsid w:val="003D30AB"/>
    <w:rsid w:val="003D486C"/>
    <w:rsid w:val="003F4767"/>
    <w:rsid w:val="003F6C6E"/>
    <w:rsid w:val="00404B80"/>
    <w:rsid w:val="004058A0"/>
    <w:rsid w:val="00410CDA"/>
    <w:rsid w:val="00413CE0"/>
    <w:rsid w:val="00415F52"/>
    <w:rsid w:val="0041776B"/>
    <w:rsid w:val="00421628"/>
    <w:rsid w:val="0045106B"/>
    <w:rsid w:val="0045236B"/>
    <w:rsid w:val="00456E19"/>
    <w:rsid w:val="00466402"/>
    <w:rsid w:val="00466FA2"/>
    <w:rsid w:val="00467AF4"/>
    <w:rsid w:val="0047034B"/>
    <w:rsid w:val="00474028"/>
    <w:rsid w:val="0047467B"/>
    <w:rsid w:val="00487466"/>
    <w:rsid w:val="004A17F2"/>
    <w:rsid w:val="004C19D4"/>
    <w:rsid w:val="004C1DE6"/>
    <w:rsid w:val="004C6842"/>
    <w:rsid w:val="004D214D"/>
    <w:rsid w:val="004D2C19"/>
    <w:rsid w:val="004D6DEB"/>
    <w:rsid w:val="004E688A"/>
    <w:rsid w:val="004E7A67"/>
    <w:rsid w:val="004F094E"/>
    <w:rsid w:val="004F4864"/>
    <w:rsid w:val="00521C49"/>
    <w:rsid w:val="005236A5"/>
    <w:rsid w:val="00526409"/>
    <w:rsid w:val="00545E42"/>
    <w:rsid w:val="00547126"/>
    <w:rsid w:val="005526A9"/>
    <w:rsid w:val="00552E91"/>
    <w:rsid w:val="00560C2B"/>
    <w:rsid w:val="0056796E"/>
    <w:rsid w:val="00577AB1"/>
    <w:rsid w:val="00577ADC"/>
    <w:rsid w:val="00585268"/>
    <w:rsid w:val="00591EA4"/>
    <w:rsid w:val="005A0491"/>
    <w:rsid w:val="005A340E"/>
    <w:rsid w:val="005A35F1"/>
    <w:rsid w:val="005A4801"/>
    <w:rsid w:val="005A7E26"/>
    <w:rsid w:val="005A7F61"/>
    <w:rsid w:val="005B3AD1"/>
    <w:rsid w:val="005B6356"/>
    <w:rsid w:val="005C2C90"/>
    <w:rsid w:val="005E3FDB"/>
    <w:rsid w:val="005E6788"/>
    <w:rsid w:val="005F24EB"/>
    <w:rsid w:val="005F3888"/>
    <w:rsid w:val="00600F9D"/>
    <w:rsid w:val="00607EEB"/>
    <w:rsid w:val="00612186"/>
    <w:rsid w:val="006167A1"/>
    <w:rsid w:val="00621229"/>
    <w:rsid w:val="00624600"/>
    <w:rsid w:val="00626CF9"/>
    <w:rsid w:val="00632629"/>
    <w:rsid w:val="00632661"/>
    <w:rsid w:val="0064123B"/>
    <w:rsid w:val="0065216A"/>
    <w:rsid w:val="00653F4F"/>
    <w:rsid w:val="0065768C"/>
    <w:rsid w:val="0066052C"/>
    <w:rsid w:val="00672FCB"/>
    <w:rsid w:val="00681CB2"/>
    <w:rsid w:val="00682B7B"/>
    <w:rsid w:val="00690CE4"/>
    <w:rsid w:val="00695E8B"/>
    <w:rsid w:val="006A0F25"/>
    <w:rsid w:val="006A7C52"/>
    <w:rsid w:val="006B4037"/>
    <w:rsid w:val="006B55DF"/>
    <w:rsid w:val="006B5D95"/>
    <w:rsid w:val="006C468B"/>
    <w:rsid w:val="006C6CCC"/>
    <w:rsid w:val="006D01F0"/>
    <w:rsid w:val="006D09BC"/>
    <w:rsid w:val="006D19C8"/>
    <w:rsid w:val="006D7179"/>
    <w:rsid w:val="006E3A7F"/>
    <w:rsid w:val="006F557B"/>
    <w:rsid w:val="006F66A2"/>
    <w:rsid w:val="007016F9"/>
    <w:rsid w:val="007017CC"/>
    <w:rsid w:val="00710EC3"/>
    <w:rsid w:val="00714205"/>
    <w:rsid w:val="00715103"/>
    <w:rsid w:val="007224E2"/>
    <w:rsid w:val="00725D0D"/>
    <w:rsid w:val="00735892"/>
    <w:rsid w:val="007366EE"/>
    <w:rsid w:val="007368AB"/>
    <w:rsid w:val="00741791"/>
    <w:rsid w:val="00752001"/>
    <w:rsid w:val="007550A8"/>
    <w:rsid w:val="0075549E"/>
    <w:rsid w:val="00766141"/>
    <w:rsid w:val="007766BD"/>
    <w:rsid w:val="0078467D"/>
    <w:rsid w:val="00787BDC"/>
    <w:rsid w:val="00790238"/>
    <w:rsid w:val="00793D46"/>
    <w:rsid w:val="007A2CE5"/>
    <w:rsid w:val="007A2CEB"/>
    <w:rsid w:val="007A2E73"/>
    <w:rsid w:val="007B05B7"/>
    <w:rsid w:val="007B20F7"/>
    <w:rsid w:val="007B6020"/>
    <w:rsid w:val="007C0D5E"/>
    <w:rsid w:val="007C287F"/>
    <w:rsid w:val="007C6277"/>
    <w:rsid w:val="007C71F1"/>
    <w:rsid w:val="007D3CD6"/>
    <w:rsid w:val="007D4306"/>
    <w:rsid w:val="007D7282"/>
    <w:rsid w:val="007E0DE0"/>
    <w:rsid w:val="007E3A2A"/>
    <w:rsid w:val="007F5670"/>
    <w:rsid w:val="008005BC"/>
    <w:rsid w:val="00812E1F"/>
    <w:rsid w:val="008217A2"/>
    <w:rsid w:val="008375CE"/>
    <w:rsid w:val="008442AF"/>
    <w:rsid w:val="00845E2E"/>
    <w:rsid w:val="00852293"/>
    <w:rsid w:val="008523F9"/>
    <w:rsid w:val="00854591"/>
    <w:rsid w:val="00860365"/>
    <w:rsid w:val="008758C5"/>
    <w:rsid w:val="00876A4A"/>
    <w:rsid w:val="00881E16"/>
    <w:rsid w:val="00890B6C"/>
    <w:rsid w:val="0089735D"/>
    <w:rsid w:val="008B0A0C"/>
    <w:rsid w:val="008B5E24"/>
    <w:rsid w:val="008B7061"/>
    <w:rsid w:val="008C19E4"/>
    <w:rsid w:val="008D3C38"/>
    <w:rsid w:val="008D3DF6"/>
    <w:rsid w:val="008D4040"/>
    <w:rsid w:val="008D4C64"/>
    <w:rsid w:val="008E1F59"/>
    <w:rsid w:val="008F12C1"/>
    <w:rsid w:val="008F286D"/>
    <w:rsid w:val="00901D51"/>
    <w:rsid w:val="00902815"/>
    <w:rsid w:val="009139CE"/>
    <w:rsid w:val="0092061D"/>
    <w:rsid w:val="009223F3"/>
    <w:rsid w:val="009311F0"/>
    <w:rsid w:val="00933D95"/>
    <w:rsid w:val="00936802"/>
    <w:rsid w:val="009375A7"/>
    <w:rsid w:val="00937D7B"/>
    <w:rsid w:val="009404CF"/>
    <w:rsid w:val="00941D61"/>
    <w:rsid w:val="009431CB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3C12"/>
    <w:rsid w:val="009A663C"/>
    <w:rsid w:val="009A7265"/>
    <w:rsid w:val="009B2AB4"/>
    <w:rsid w:val="009B34F2"/>
    <w:rsid w:val="009B4166"/>
    <w:rsid w:val="009B72C7"/>
    <w:rsid w:val="009C2CEF"/>
    <w:rsid w:val="009D100F"/>
    <w:rsid w:val="009D2145"/>
    <w:rsid w:val="009D324C"/>
    <w:rsid w:val="009E0D23"/>
    <w:rsid w:val="009E2BC5"/>
    <w:rsid w:val="009E7079"/>
    <w:rsid w:val="009E795D"/>
    <w:rsid w:val="009F5E76"/>
    <w:rsid w:val="009F74ED"/>
    <w:rsid w:val="00A05230"/>
    <w:rsid w:val="00A06DC7"/>
    <w:rsid w:val="00A06E91"/>
    <w:rsid w:val="00A14B45"/>
    <w:rsid w:val="00A14C61"/>
    <w:rsid w:val="00A20D4D"/>
    <w:rsid w:val="00A21F11"/>
    <w:rsid w:val="00A21FAB"/>
    <w:rsid w:val="00A25929"/>
    <w:rsid w:val="00A25DF7"/>
    <w:rsid w:val="00A2733D"/>
    <w:rsid w:val="00A3106D"/>
    <w:rsid w:val="00A3150E"/>
    <w:rsid w:val="00A34C33"/>
    <w:rsid w:val="00A37E37"/>
    <w:rsid w:val="00A42492"/>
    <w:rsid w:val="00A456F9"/>
    <w:rsid w:val="00A52BFF"/>
    <w:rsid w:val="00A54B59"/>
    <w:rsid w:val="00A60F9E"/>
    <w:rsid w:val="00A62EBD"/>
    <w:rsid w:val="00A64525"/>
    <w:rsid w:val="00A706A3"/>
    <w:rsid w:val="00A71FBA"/>
    <w:rsid w:val="00A9162B"/>
    <w:rsid w:val="00AA2292"/>
    <w:rsid w:val="00AB16A6"/>
    <w:rsid w:val="00AD481C"/>
    <w:rsid w:val="00AD64B1"/>
    <w:rsid w:val="00AF0F3C"/>
    <w:rsid w:val="00AF2CE3"/>
    <w:rsid w:val="00AF627C"/>
    <w:rsid w:val="00B00F76"/>
    <w:rsid w:val="00B0505F"/>
    <w:rsid w:val="00B139CC"/>
    <w:rsid w:val="00B15DB1"/>
    <w:rsid w:val="00B20A94"/>
    <w:rsid w:val="00B22363"/>
    <w:rsid w:val="00B2503F"/>
    <w:rsid w:val="00B25364"/>
    <w:rsid w:val="00B26454"/>
    <w:rsid w:val="00B33C9B"/>
    <w:rsid w:val="00B33D16"/>
    <w:rsid w:val="00B33EA6"/>
    <w:rsid w:val="00B34B6B"/>
    <w:rsid w:val="00B35A01"/>
    <w:rsid w:val="00B37F8F"/>
    <w:rsid w:val="00B40115"/>
    <w:rsid w:val="00B4085D"/>
    <w:rsid w:val="00B556D5"/>
    <w:rsid w:val="00B72CEB"/>
    <w:rsid w:val="00B747B2"/>
    <w:rsid w:val="00B76FA0"/>
    <w:rsid w:val="00B819C3"/>
    <w:rsid w:val="00B83341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102D2"/>
    <w:rsid w:val="00C30FAD"/>
    <w:rsid w:val="00C33AF5"/>
    <w:rsid w:val="00C577F9"/>
    <w:rsid w:val="00C60FDC"/>
    <w:rsid w:val="00C61312"/>
    <w:rsid w:val="00C66819"/>
    <w:rsid w:val="00C6687B"/>
    <w:rsid w:val="00C80691"/>
    <w:rsid w:val="00C80CEB"/>
    <w:rsid w:val="00C8659E"/>
    <w:rsid w:val="00C95338"/>
    <w:rsid w:val="00C95B7A"/>
    <w:rsid w:val="00CA1715"/>
    <w:rsid w:val="00CA2D70"/>
    <w:rsid w:val="00CA3CEE"/>
    <w:rsid w:val="00CA7BF4"/>
    <w:rsid w:val="00CB325A"/>
    <w:rsid w:val="00CB4688"/>
    <w:rsid w:val="00CB79B5"/>
    <w:rsid w:val="00CC0C67"/>
    <w:rsid w:val="00CC0CA9"/>
    <w:rsid w:val="00CC2753"/>
    <w:rsid w:val="00CC6595"/>
    <w:rsid w:val="00CD67AD"/>
    <w:rsid w:val="00CD6C9F"/>
    <w:rsid w:val="00CE10D6"/>
    <w:rsid w:val="00CE71F1"/>
    <w:rsid w:val="00CF1557"/>
    <w:rsid w:val="00CF5CFE"/>
    <w:rsid w:val="00D122FB"/>
    <w:rsid w:val="00D12EB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45264"/>
    <w:rsid w:val="00D70769"/>
    <w:rsid w:val="00D70D07"/>
    <w:rsid w:val="00D70F0E"/>
    <w:rsid w:val="00D7451A"/>
    <w:rsid w:val="00D853EE"/>
    <w:rsid w:val="00D85919"/>
    <w:rsid w:val="00D86092"/>
    <w:rsid w:val="00D870FE"/>
    <w:rsid w:val="00D91D79"/>
    <w:rsid w:val="00D91EEC"/>
    <w:rsid w:val="00DA2BC0"/>
    <w:rsid w:val="00DA3825"/>
    <w:rsid w:val="00DA5D21"/>
    <w:rsid w:val="00DA6540"/>
    <w:rsid w:val="00DA742E"/>
    <w:rsid w:val="00DB0A5A"/>
    <w:rsid w:val="00DB0A7D"/>
    <w:rsid w:val="00DB1EB7"/>
    <w:rsid w:val="00DB3A32"/>
    <w:rsid w:val="00DC4FB9"/>
    <w:rsid w:val="00DD157C"/>
    <w:rsid w:val="00DE2B15"/>
    <w:rsid w:val="00E00226"/>
    <w:rsid w:val="00E0354C"/>
    <w:rsid w:val="00E048C8"/>
    <w:rsid w:val="00E07472"/>
    <w:rsid w:val="00E41910"/>
    <w:rsid w:val="00E4588D"/>
    <w:rsid w:val="00E56220"/>
    <w:rsid w:val="00E56732"/>
    <w:rsid w:val="00E57F73"/>
    <w:rsid w:val="00E60B85"/>
    <w:rsid w:val="00E70B21"/>
    <w:rsid w:val="00E82539"/>
    <w:rsid w:val="00E85E0F"/>
    <w:rsid w:val="00E90C9F"/>
    <w:rsid w:val="00E9339A"/>
    <w:rsid w:val="00E953EC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51DC"/>
    <w:rsid w:val="00EF5947"/>
    <w:rsid w:val="00EF7CA3"/>
    <w:rsid w:val="00F07E75"/>
    <w:rsid w:val="00F10633"/>
    <w:rsid w:val="00F15EDC"/>
    <w:rsid w:val="00F2048D"/>
    <w:rsid w:val="00F34F76"/>
    <w:rsid w:val="00F357BA"/>
    <w:rsid w:val="00F41316"/>
    <w:rsid w:val="00F47D6F"/>
    <w:rsid w:val="00F615F8"/>
    <w:rsid w:val="00F70A70"/>
    <w:rsid w:val="00F77004"/>
    <w:rsid w:val="00F83DAC"/>
    <w:rsid w:val="00F8498E"/>
    <w:rsid w:val="00F8732B"/>
    <w:rsid w:val="00F924C8"/>
    <w:rsid w:val="00F925AC"/>
    <w:rsid w:val="00FB0D33"/>
    <w:rsid w:val="00FB48F7"/>
    <w:rsid w:val="00FB667E"/>
    <w:rsid w:val="00FC102C"/>
    <w:rsid w:val="00FD0F4B"/>
    <w:rsid w:val="00FD13E3"/>
    <w:rsid w:val="00FD6DA9"/>
    <w:rsid w:val="00FE2469"/>
    <w:rsid w:val="00FE34DB"/>
    <w:rsid w:val="00FE3EB1"/>
    <w:rsid w:val="00FE509F"/>
    <w:rsid w:val="00FF669A"/>
    <w:rsid w:val="00FF7E19"/>
    <w:rsid w:val="4C51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autoRedefine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autoRedefine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qFormat/>
    <w:uiPriority w:val="0"/>
    <w:pPr>
      <w:spacing w:line="360" w:lineRule="auto"/>
    </w:pPr>
    <w:rPr>
      <w:rFonts w:ascii="宋体" w:hAnsi="宋体" w:eastAsia="KaiTi_GB2312"/>
      <w:sz w:val="24"/>
    </w:rPr>
  </w:style>
  <w:style w:type="paragraph" w:styleId="11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autoRedefine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qFormat/>
    <w:uiPriority w:val="9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</w:style>
  <w:style w:type="paragraph" w:styleId="20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autoRedefine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qFormat/>
    <w:uiPriority w:val="0"/>
    <w:pPr>
      <w:spacing w:line="360" w:lineRule="auto"/>
      <w:ind w:firstLine="480" w:firstLineChars="200"/>
    </w:pPr>
    <w:rPr>
      <w:rFonts w:eastAsia="KaiTi_GB2312"/>
      <w:sz w:val="24"/>
    </w:rPr>
  </w:style>
  <w:style w:type="paragraph" w:styleId="23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semiHidden/>
    <w:unhideWhenUsed/>
    <w:qFormat/>
    <w:uiPriority w:val="0"/>
    <w:rPr>
      <w:b/>
    </w:rPr>
  </w:style>
  <w:style w:type="table" w:styleId="28">
    <w:name w:val="Table Grid"/>
    <w:basedOn w:val="27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autoRedefine/>
    <w:qFormat/>
    <w:uiPriority w:val="0"/>
  </w:style>
  <w:style w:type="character" w:styleId="31">
    <w:name w:val="FollowedHyperlink"/>
    <w:basedOn w:val="29"/>
    <w:unhideWhenUsed/>
    <w:qFormat/>
    <w:uiPriority w:val="99"/>
    <w:rPr>
      <w:color w:val="800080" w:themeColor="followedHyperlink"/>
      <w:u w:val="single"/>
    </w:rPr>
  </w:style>
  <w:style w:type="character" w:styleId="32">
    <w:name w:val="Emphasis"/>
    <w:basedOn w:val="29"/>
    <w:qFormat/>
    <w:uiPriority w:val="0"/>
    <w:rPr>
      <w:i/>
      <w:iCs/>
    </w:rPr>
  </w:style>
  <w:style w:type="character" w:styleId="33">
    <w:name w:val="Hyperlink"/>
    <w:basedOn w:val="29"/>
    <w:autoRedefine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qFormat/>
    <w:uiPriority w:val="0"/>
    <w:rPr>
      <w:szCs w:val="21"/>
    </w:rPr>
  </w:style>
  <w:style w:type="paragraph" w:customStyle="1" w:styleId="37">
    <w:name w:val="图表"/>
    <w:basedOn w:val="1"/>
    <w:link w:val="36"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qFormat/>
    <w:uiPriority w:val="99"/>
    <w:pPr>
      <w:ind w:firstLine="420" w:firstLineChars="200"/>
    </w:pPr>
  </w:style>
  <w:style w:type="character" w:customStyle="1" w:styleId="39">
    <w:name w:val="文档结构图 Char"/>
    <w:basedOn w:val="29"/>
    <w:link w:val="8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Char"/>
    <w:basedOn w:val="29"/>
    <w:link w:val="2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Char"/>
    <w:basedOn w:val="29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Char"/>
    <w:basedOn w:val="29"/>
    <w:link w:val="14"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Char"/>
    <w:basedOn w:val="29"/>
    <w:link w:val="9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Char"/>
    <w:basedOn w:val="44"/>
    <w:link w:val="26"/>
    <w:autoRedefine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Char"/>
    <w:basedOn w:val="29"/>
    <w:link w:val="3"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Char"/>
    <w:basedOn w:val="29"/>
    <w:link w:val="4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Subtle Emphasis"/>
    <w:basedOn w:val="29"/>
    <w:qFormat/>
    <w:uiPriority w:val="19"/>
    <w:rPr>
      <w:i/>
      <w:iCs/>
      <w:color w:val="7F7F7F" w:themeColor="text1" w:themeTint="7F"/>
    </w:rPr>
  </w:style>
  <w:style w:type="character" w:customStyle="1" w:styleId="50">
    <w:name w:val="页眉 Char"/>
    <w:basedOn w:val="29"/>
    <w:link w:val="1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Char"/>
    <w:basedOn w:val="29"/>
    <w:link w:val="17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Char"/>
    <w:basedOn w:val="29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Heading"/>
    <w:basedOn w:val="2"/>
    <w:next w:val="1"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qFormat/>
    <w:uiPriority w:val="0"/>
  </w:style>
  <w:style w:type="character" w:customStyle="1" w:styleId="58">
    <w:name w:val="device-items-detail"/>
    <w:basedOn w:val="29"/>
    <w:qFormat/>
    <w:uiPriority w:val="0"/>
  </w:style>
  <w:style w:type="character" w:customStyle="1" w:styleId="59">
    <w:name w:val="标题 4 Char"/>
    <w:basedOn w:val="29"/>
    <w:link w:val="5"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Char"/>
    <w:basedOn w:val="29"/>
    <w:link w:val="6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Char"/>
    <w:basedOn w:val="29"/>
    <w:link w:val="10"/>
    <w:qFormat/>
    <w:uiPriority w:val="0"/>
    <w:rPr>
      <w:rFonts w:ascii="宋体" w:hAnsi="宋体" w:eastAsia="KaiTi_GB2312"/>
      <w:bCs/>
      <w:color w:val="000000"/>
      <w:kern w:val="2"/>
      <w:sz w:val="24"/>
      <w:szCs w:val="22"/>
    </w:rPr>
  </w:style>
  <w:style w:type="character" w:customStyle="1" w:styleId="62">
    <w:name w:val="正文文本缩进 2 Char"/>
    <w:basedOn w:val="29"/>
    <w:link w:val="15"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Char"/>
    <w:basedOn w:val="29"/>
    <w:link w:val="22"/>
    <w:qFormat/>
    <w:uiPriority w:val="0"/>
    <w:rPr>
      <w:rFonts w:eastAsia="KaiTi_GB2312"/>
      <w:bCs/>
      <w:color w:val="000000"/>
      <w:kern w:val="2"/>
      <w:sz w:val="24"/>
      <w:szCs w:val="22"/>
    </w:rPr>
  </w:style>
  <w:style w:type="character" w:customStyle="1" w:styleId="64">
    <w:name w:val="不明显强调1"/>
    <w:basedOn w:val="29"/>
    <w:qFormat/>
    <w:uiPriority w:val="19"/>
    <w:rPr>
      <w:i/>
      <w:iCs/>
      <w:color w:val="7F7F7F" w:themeColor="text1" w:themeTint="7F"/>
    </w:rPr>
  </w:style>
  <w:style w:type="paragraph" w:customStyle="1" w:styleId="65">
    <w:name w:val="TOC 标题1"/>
    <w:basedOn w:val="2"/>
    <w:next w:val="1"/>
    <w:autoRedefine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7827"/>
    <customShpInfo spid="_x0000_s77826"/>
    <customShpInfo spid="_x0000_s778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Company>China</Company>
  <Pages>8</Pages>
  <Words>1379</Words>
  <Characters>7861</Characters>
  <Lines>65</Lines>
  <Paragraphs>18</Paragraphs>
  <TotalTime>16</TotalTime>
  <ScaleCrop>false</ScaleCrop>
  <LinksUpToDate>false</LinksUpToDate>
  <CharactersWithSpaces>9222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2022-03-04T07:59:00Z</dcterms:created>
  <dc:creator>asus-pc</dc:creator>
  <cp:lastModifiedBy>吃饭</cp:lastModifiedBy>
  <cp:lastPrinted>2019-10-14T08:18:00Z</cp:lastPrinted>
  <dcterms:modified xsi:type="dcterms:W3CDTF">2024-01-26T03:40:58Z</dcterms:modified>
  <dc:title>聘任书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2052-12.1.0.16250</vt:lpwstr>
  </property>
  <property fmtid="{D5CDD505-2E9C-101B-9397-08002B2CF9AE}" pid="9" name="ICV">
    <vt:lpwstr>F97906D0AC2847C9B3F0CAF45F0C4434_12</vt:lpwstr>
  </property>
</Properties>
</file>